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713"/>
        <w:gridCol w:w="262"/>
        <w:gridCol w:w="2632"/>
        <w:gridCol w:w="4249"/>
      </w:tblGrid>
      <w:tr w:rsidR="00815504" w:rsidTr="00DD1811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15504" w:rsidRDefault="00815504" w:rsidP="00DD1811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815504" w:rsidRDefault="00815504" w:rsidP="00DD1811">
            <w:pPr>
              <w:rPr>
                <w:b/>
              </w:rPr>
            </w:pPr>
            <w:r>
              <w:rPr>
                <w:b/>
              </w:rPr>
              <w:t>World Languages</w:t>
            </w:r>
          </w:p>
        </w:tc>
      </w:tr>
      <w:tr w:rsidR="00815504" w:rsidTr="00DD1811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15504" w:rsidRDefault="00815504" w:rsidP="00DD1811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815504" w:rsidRDefault="00815504" w:rsidP="00DD1811">
            <w:pPr>
              <w:rPr>
                <w:b/>
              </w:rPr>
            </w:pPr>
            <w:r>
              <w:rPr>
                <w:b/>
              </w:rPr>
              <w:t>Heritage Learners Level 3</w:t>
            </w:r>
          </w:p>
        </w:tc>
      </w:tr>
      <w:tr w:rsidR="00815504" w:rsidTr="00DD1811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15504" w:rsidRPr="000416AD" w:rsidRDefault="00815504" w:rsidP="00DD1811">
            <w:pPr>
              <w:rPr>
                <w:b/>
              </w:rPr>
            </w:pPr>
            <w:r>
              <w:rPr>
                <w:b/>
              </w:rPr>
              <w:t>Theme: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815504" w:rsidRPr="000416AD" w:rsidRDefault="00815504" w:rsidP="00DD1811">
            <w:pPr>
              <w:rPr>
                <w:b/>
              </w:rPr>
            </w:pPr>
          </w:p>
        </w:tc>
      </w:tr>
      <w:tr w:rsidR="00815504" w:rsidTr="00DD1811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15504" w:rsidRPr="000416AD" w:rsidRDefault="00815504" w:rsidP="00DD1811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815504" w:rsidRPr="000416AD" w:rsidRDefault="00815504" w:rsidP="00DD1811">
            <w:pPr>
              <w:rPr>
                <w:b/>
              </w:rPr>
            </w:pPr>
            <w:proofErr w:type="spellStart"/>
            <w:r>
              <w:rPr>
                <w:b/>
              </w:rPr>
              <w:t>Moderno</w:t>
            </w:r>
            <w:proofErr w:type="spellEnd"/>
            <w:r>
              <w:rPr>
                <w:b/>
              </w:rPr>
              <w:t xml:space="preserve"> v </w:t>
            </w:r>
            <w:proofErr w:type="spellStart"/>
            <w:r>
              <w:rPr>
                <w:b/>
              </w:rPr>
              <w:t>tradicional</w:t>
            </w:r>
            <w:proofErr w:type="spellEnd"/>
          </w:p>
        </w:tc>
      </w:tr>
      <w:tr w:rsidR="00815504" w:rsidTr="00DD1811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15504" w:rsidRPr="000416AD" w:rsidRDefault="00815504" w:rsidP="00DD1811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815504" w:rsidRPr="005F73AC" w:rsidRDefault="00815504" w:rsidP="00815504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Students will be able to compare and contrast topics</w:t>
            </w:r>
            <w:r w:rsidR="001E6C3F">
              <w:rPr>
                <w:rFonts w:cs="Verdana"/>
                <w:szCs w:val="22"/>
                <w:lang w:bidi="en-US"/>
              </w:rPr>
              <w:t xml:space="preserve"> from history to </w:t>
            </w:r>
            <w:r>
              <w:rPr>
                <w:rFonts w:cs="Verdana"/>
                <w:szCs w:val="22"/>
                <w:lang w:bidi="en-US"/>
              </w:rPr>
              <w:t>modern times.</w:t>
            </w:r>
          </w:p>
        </w:tc>
      </w:tr>
      <w:tr w:rsidR="00815504" w:rsidTr="00DD1811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15504" w:rsidRDefault="00815504" w:rsidP="00DD1811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6881" w:type="dxa"/>
            <w:gridSpan w:val="2"/>
            <w:shd w:val="clear" w:color="auto" w:fill="auto"/>
            <w:vAlign w:val="center"/>
          </w:tcPr>
          <w:p w:rsidR="00815504" w:rsidRPr="003A2700" w:rsidRDefault="00815504" w:rsidP="00DD1811"/>
        </w:tc>
      </w:tr>
      <w:tr w:rsidR="00815504" w:rsidTr="00DD1811">
        <w:trPr>
          <w:trHeight w:val="43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815504" w:rsidRPr="000416AD" w:rsidRDefault="00815504" w:rsidP="00DD1811">
            <w:pPr>
              <w:jc w:val="center"/>
              <w:rPr>
                <w:b/>
              </w:rPr>
            </w:pPr>
            <w:r w:rsidRPr="000416AD">
              <w:rPr>
                <w:b/>
              </w:rPr>
              <w:t xml:space="preserve"> Desired Results</w:t>
            </w:r>
          </w:p>
        </w:tc>
      </w:tr>
      <w:tr w:rsidR="00815504" w:rsidTr="00DD1811">
        <w:tc>
          <w:tcPr>
            <w:tcW w:w="1975" w:type="dxa"/>
            <w:gridSpan w:val="2"/>
            <w:shd w:val="clear" w:color="auto" w:fill="D9D9D9" w:themeFill="background1" w:themeFillShade="D9"/>
          </w:tcPr>
          <w:p w:rsidR="00815504" w:rsidRPr="008953DF" w:rsidRDefault="00815504" w:rsidP="00DD1811">
            <w:pPr>
              <w:rPr>
                <w:b/>
              </w:rPr>
            </w:pPr>
            <w:r w:rsidRPr="000416AD">
              <w:rPr>
                <w:b/>
              </w:rPr>
              <w:t>Understandings</w:t>
            </w:r>
          </w:p>
        </w:tc>
        <w:tc>
          <w:tcPr>
            <w:tcW w:w="6881" w:type="dxa"/>
            <w:gridSpan w:val="2"/>
          </w:tcPr>
          <w:p w:rsidR="00815504" w:rsidRPr="00A4446A" w:rsidRDefault="00815504" w:rsidP="00815504">
            <w:pPr>
              <w:rPr>
                <w:rFonts w:cs="Verdana"/>
                <w:szCs w:val="22"/>
                <w:lang w:bidi="en-US"/>
              </w:rPr>
            </w:pPr>
          </w:p>
        </w:tc>
      </w:tr>
      <w:tr w:rsidR="00815504" w:rsidRPr="00516B2E" w:rsidTr="00DD1811">
        <w:tc>
          <w:tcPr>
            <w:tcW w:w="1975" w:type="dxa"/>
            <w:gridSpan w:val="2"/>
            <w:shd w:val="clear" w:color="auto" w:fill="D9D9D9" w:themeFill="background1" w:themeFillShade="D9"/>
          </w:tcPr>
          <w:p w:rsidR="00815504" w:rsidRDefault="00815504" w:rsidP="00DD181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6881" w:type="dxa"/>
            <w:gridSpan w:val="2"/>
          </w:tcPr>
          <w:p w:rsidR="00815504" w:rsidRPr="00516B2E" w:rsidRDefault="00815504" w:rsidP="00815504">
            <w:pPr>
              <w:rPr>
                <w:rFonts w:cs="Verdana"/>
                <w:szCs w:val="22"/>
                <w:lang w:bidi="en-US"/>
              </w:rPr>
            </w:pPr>
          </w:p>
        </w:tc>
      </w:tr>
      <w:tr w:rsidR="00815504" w:rsidTr="00DD1811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</w:tcPr>
          <w:p w:rsidR="00815504" w:rsidRPr="004D4008" w:rsidRDefault="00815504" w:rsidP="00DD1811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815504" w:rsidRDefault="00815504" w:rsidP="00DD1811">
            <w:pPr>
              <w:jc w:val="center"/>
            </w:pPr>
            <w:r>
              <w:t>what students will know and be able to do</w:t>
            </w:r>
          </w:p>
          <w:p w:rsidR="00815504" w:rsidRDefault="00815504" w:rsidP="00DD1811"/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815504" w:rsidRPr="004D4008" w:rsidRDefault="00815504" w:rsidP="00DD1811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815504" w:rsidRDefault="00815504" w:rsidP="00DD1811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815504" w:rsidTr="00DD1811">
        <w:trPr>
          <w:cantSplit/>
          <w:trHeight w:val="290"/>
        </w:trPr>
        <w:tc>
          <w:tcPr>
            <w:tcW w:w="4607" w:type="dxa"/>
            <w:gridSpan w:val="3"/>
          </w:tcPr>
          <w:p w:rsidR="00815504" w:rsidRDefault="00815504" w:rsidP="00DD1811"/>
        </w:tc>
        <w:tc>
          <w:tcPr>
            <w:tcW w:w="4249" w:type="dxa"/>
          </w:tcPr>
          <w:p w:rsidR="00815504" w:rsidRDefault="00815504" w:rsidP="00DD1811">
            <w:r>
              <w:t xml:space="preserve">Use the </w:t>
            </w:r>
            <w:proofErr w:type="spellStart"/>
            <w:r>
              <w:t>preterite</w:t>
            </w:r>
            <w:proofErr w:type="spellEnd"/>
            <w:r>
              <w:t xml:space="preserve"> and imperfect tense to relate events from the past.</w:t>
            </w:r>
          </w:p>
        </w:tc>
      </w:tr>
      <w:tr w:rsidR="00815504" w:rsidTr="00DD1811">
        <w:trPr>
          <w:trHeight w:val="290"/>
        </w:trPr>
        <w:tc>
          <w:tcPr>
            <w:tcW w:w="4607" w:type="dxa"/>
            <w:gridSpan w:val="3"/>
          </w:tcPr>
          <w:p w:rsidR="00815504" w:rsidRDefault="00815504" w:rsidP="00DD1811"/>
        </w:tc>
        <w:tc>
          <w:tcPr>
            <w:tcW w:w="4249" w:type="dxa"/>
            <w:vAlign w:val="center"/>
          </w:tcPr>
          <w:p w:rsidR="00815504" w:rsidRPr="003A2700" w:rsidRDefault="00815504" w:rsidP="00DD1811"/>
        </w:tc>
      </w:tr>
      <w:tr w:rsidR="00815504" w:rsidTr="00DD1811">
        <w:trPr>
          <w:trHeight w:val="290"/>
        </w:trPr>
        <w:tc>
          <w:tcPr>
            <w:tcW w:w="4607" w:type="dxa"/>
            <w:gridSpan w:val="3"/>
          </w:tcPr>
          <w:p w:rsidR="00815504" w:rsidRDefault="00815504" w:rsidP="00DD1811"/>
        </w:tc>
        <w:tc>
          <w:tcPr>
            <w:tcW w:w="4249" w:type="dxa"/>
          </w:tcPr>
          <w:p w:rsidR="00815504" w:rsidRDefault="00815504" w:rsidP="00DD1811"/>
        </w:tc>
      </w:tr>
      <w:tr w:rsidR="00815504" w:rsidTr="00DD1811">
        <w:trPr>
          <w:trHeight w:val="290"/>
        </w:trPr>
        <w:tc>
          <w:tcPr>
            <w:tcW w:w="4607" w:type="dxa"/>
            <w:gridSpan w:val="3"/>
          </w:tcPr>
          <w:p w:rsidR="00815504" w:rsidRPr="003A2700" w:rsidRDefault="00815504" w:rsidP="00DD1811"/>
        </w:tc>
        <w:tc>
          <w:tcPr>
            <w:tcW w:w="4249" w:type="dxa"/>
          </w:tcPr>
          <w:p w:rsidR="00815504" w:rsidRPr="003A2700" w:rsidRDefault="00815504" w:rsidP="00DD1811">
            <w:r>
              <w:t>Identify the different levels and use verbs from Bloom’s taxonomy to question a variety of texts, fiction and non-fiction</w:t>
            </w:r>
          </w:p>
        </w:tc>
      </w:tr>
      <w:tr w:rsidR="00815504" w:rsidTr="00DD1811">
        <w:trPr>
          <w:trHeight w:val="290"/>
        </w:trPr>
        <w:tc>
          <w:tcPr>
            <w:tcW w:w="4607" w:type="dxa"/>
            <w:gridSpan w:val="3"/>
          </w:tcPr>
          <w:p w:rsidR="00815504" w:rsidRPr="003A2700" w:rsidRDefault="00815504" w:rsidP="00815504"/>
        </w:tc>
        <w:tc>
          <w:tcPr>
            <w:tcW w:w="4249" w:type="dxa"/>
          </w:tcPr>
          <w:p w:rsidR="00815504" w:rsidRPr="003A2700" w:rsidRDefault="00815504" w:rsidP="00DD1811"/>
        </w:tc>
      </w:tr>
      <w:tr w:rsidR="00815504" w:rsidTr="00DD1811">
        <w:trPr>
          <w:trHeight w:val="290"/>
        </w:trPr>
        <w:tc>
          <w:tcPr>
            <w:tcW w:w="4607" w:type="dxa"/>
            <w:gridSpan w:val="3"/>
          </w:tcPr>
          <w:p w:rsidR="00815504" w:rsidRDefault="00815504" w:rsidP="00DD1811"/>
        </w:tc>
        <w:tc>
          <w:tcPr>
            <w:tcW w:w="4249" w:type="dxa"/>
          </w:tcPr>
          <w:p w:rsidR="00815504" w:rsidRDefault="00815504" w:rsidP="00815504">
            <w:r>
              <w:t>Understand and use new vocabulary pertaining to modern and traditional issues in reading both fiction and non-fiction.</w:t>
            </w:r>
          </w:p>
        </w:tc>
      </w:tr>
      <w:tr w:rsidR="00815504" w:rsidTr="00DD1811">
        <w:trPr>
          <w:trHeight w:val="512"/>
        </w:trPr>
        <w:tc>
          <w:tcPr>
            <w:tcW w:w="8856" w:type="dxa"/>
            <w:gridSpan w:val="4"/>
            <w:shd w:val="clear" w:color="auto" w:fill="FFFF00"/>
            <w:vAlign w:val="center"/>
          </w:tcPr>
          <w:p w:rsidR="00815504" w:rsidRPr="008953DF" w:rsidRDefault="00815504" w:rsidP="00DD1811">
            <w:pPr>
              <w:jc w:val="center"/>
              <w:rPr>
                <w:b/>
              </w:rPr>
            </w:pPr>
            <w:r w:rsidRPr="001C4C00">
              <w:rPr>
                <w:b/>
              </w:rPr>
              <w:t xml:space="preserve"> Assessment Evidence</w:t>
            </w:r>
          </w:p>
        </w:tc>
      </w:tr>
      <w:tr w:rsidR="00815504" w:rsidTr="00DD1811">
        <w:trPr>
          <w:trHeight w:val="290"/>
        </w:trPr>
        <w:tc>
          <w:tcPr>
            <w:tcW w:w="8856" w:type="dxa"/>
            <w:gridSpan w:val="4"/>
            <w:shd w:val="clear" w:color="auto" w:fill="D9D9D9" w:themeFill="background1" w:themeFillShade="D9"/>
          </w:tcPr>
          <w:p w:rsidR="00815504" w:rsidRPr="001C4C00" w:rsidRDefault="00815504" w:rsidP="00DD1811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815504" w:rsidRPr="001C4C00" w:rsidRDefault="00815504" w:rsidP="00DD1811">
            <w:pPr>
              <w:jc w:val="center"/>
              <w:rPr>
                <w:b/>
              </w:rPr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815504" w:rsidTr="00DD1811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815504" w:rsidRDefault="00815504" w:rsidP="00DD1811">
            <w:r>
              <w:t>Interpretive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815504" w:rsidRDefault="00815504" w:rsidP="00FF4F9E">
            <w:r>
              <w:t xml:space="preserve">Read and listen to information </w:t>
            </w:r>
            <w:r w:rsidR="00DD1811">
              <w:t xml:space="preserve">about </w:t>
            </w:r>
            <w:r w:rsidR="00FF4F9E">
              <w:t>historical and modern times in Latin America</w:t>
            </w:r>
            <w:r>
              <w:t>.</w:t>
            </w:r>
            <w:r w:rsidR="00FF4F9E">
              <w:t xml:space="preserve">  Complete a written</w:t>
            </w:r>
            <w:r>
              <w:t xml:space="preserve"> activity combining the information with opinions and thoughts.</w:t>
            </w:r>
          </w:p>
        </w:tc>
      </w:tr>
      <w:tr w:rsidR="00815504" w:rsidTr="00DD1811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815504" w:rsidRDefault="00815504" w:rsidP="00DD1811">
            <w:r>
              <w:t>Interpersonal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815504" w:rsidRDefault="00DD1811" w:rsidP="00DD1811">
            <w:r>
              <w:t>Communicate in a conversation about past and present belief systems in Latin America.</w:t>
            </w:r>
          </w:p>
        </w:tc>
      </w:tr>
      <w:tr w:rsidR="00815504" w:rsidTr="00DD1811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815504" w:rsidRDefault="00815504" w:rsidP="00DD1811">
            <w:r>
              <w:t>Presentational</w:t>
            </w:r>
          </w:p>
        </w:tc>
        <w:tc>
          <w:tcPr>
            <w:tcW w:w="7143" w:type="dxa"/>
            <w:gridSpan w:val="3"/>
            <w:shd w:val="clear" w:color="auto" w:fill="auto"/>
          </w:tcPr>
          <w:p w:rsidR="00815504" w:rsidRDefault="00DD1811" w:rsidP="00DD1811">
            <w:r>
              <w:t xml:space="preserve">Communicate ideas about </w:t>
            </w:r>
            <w:r w:rsidR="00FF4F9E">
              <w:t>traditional music to its influence on modern music from Spanish speaking countries.</w:t>
            </w:r>
          </w:p>
        </w:tc>
      </w:tr>
      <w:tr w:rsidR="00815504" w:rsidTr="00DD1811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  <w:vAlign w:val="center"/>
          </w:tcPr>
          <w:p w:rsidR="00815504" w:rsidRPr="00BE012C" w:rsidRDefault="00815504" w:rsidP="00DD1811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249" w:type="dxa"/>
            <w:shd w:val="clear" w:color="auto" w:fill="D9D9D9" w:themeFill="background1" w:themeFillShade="D9"/>
            <w:vAlign w:val="center"/>
          </w:tcPr>
          <w:p w:rsidR="00815504" w:rsidRPr="00BE012C" w:rsidRDefault="00815504" w:rsidP="00DD1811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815504" w:rsidTr="00DD1811">
        <w:trPr>
          <w:trHeight w:val="290"/>
        </w:trPr>
        <w:tc>
          <w:tcPr>
            <w:tcW w:w="4607" w:type="dxa"/>
            <w:gridSpan w:val="3"/>
            <w:shd w:val="clear" w:color="auto" w:fill="auto"/>
          </w:tcPr>
          <w:p w:rsidR="00815504" w:rsidRDefault="00815504" w:rsidP="00DD1811">
            <w:r>
              <w:lastRenderedPageBreak/>
              <w:t xml:space="preserve">Cornell-Notes/written summaries. </w:t>
            </w:r>
          </w:p>
          <w:p w:rsidR="00815504" w:rsidRDefault="00815504" w:rsidP="00DD1811">
            <w:r>
              <w:t>Complete pre-assessment and post-assessment of vocabulary knowledge.</w:t>
            </w:r>
          </w:p>
          <w:p w:rsidR="00815504" w:rsidRPr="00BE012C" w:rsidRDefault="00815504" w:rsidP="00DD1811">
            <w:r>
              <w:t>Write an e-mail to the King of Spain.</w:t>
            </w:r>
          </w:p>
          <w:p w:rsidR="00815504" w:rsidRPr="00BE012C" w:rsidRDefault="00815504" w:rsidP="00DD1811">
            <w:pPr>
              <w:jc w:val="center"/>
            </w:pPr>
          </w:p>
        </w:tc>
        <w:tc>
          <w:tcPr>
            <w:tcW w:w="4249" w:type="dxa"/>
            <w:shd w:val="clear" w:color="auto" w:fill="auto"/>
          </w:tcPr>
          <w:p w:rsidR="00815504" w:rsidRDefault="00DD1811" w:rsidP="00815504">
            <w:pPr>
              <w:pStyle w:val="ListParagraph"/>
              <w:ind w:left="360"/>
            </w:pPr>
            <w:r>
              <w:t xml:space="preserve">Complete an essay </w:t>
            </w:r>
            <w:r w:rsidR="00FF4F9E">
              <w:t>comparing</w:t>
            </w:r>
            <w:r>
              <w:t xml:space="preserve"> </w:t>
            </w:r>
            <w:r w:rsidR="00FF4F9E">
              <w:t>the efforts of Chilean students to continue free public education and another movement in American history using protesting as a means for change.</w:t>
            </w:r>
          </w:p>
          <w:p w:rsidR="00DD1811" w:rsidRPr="00DD1811" w:rsidRDefault="00DD1811" w:rsidP="00815504">
            <w:pPr>
              <w:pStyle w:val="ListParagraph"/>
              <w:ind w:left="360"/>
            </w:pPr>
            <w:r>
              <w:t xml:space="preserve">Create a poster comparing Don </w:t>
            </w:r>
            <w:proofErr w:type="spellStart"/>
            <w:r>
              <w:t>Quijote</w:t>
            </w:r>
            <w:proofErr w:type="spellEnd"/>
            <w:r>
              <w:t xml:space="preserve"> and Ofelia from </w:t>
            </w:r>
            <w:r w:rsidRPr="00DD1811">
              <w:rPr>
                <w:i/>
              </w:rPr>
              <w:t>Pan’s Labyrinth</w:t>
            </w:r>
            <w:r>
              <w:t xml:space="preserve"> as traditional v modern heroes.</w:t>
            </w:r>
          </w:p>
        </w:tc>
      </w:tr>
      <w:tr w:rsidR="00815504" w:rsidTr="00DD1811">
        <w:trPr>
          <w:trHeight w:val="432"/>
        </w:trPr>
        <w:tc>
          <w:tcPr>
            <w:tcW w:w="8856" w:type="dxa"/>
            <w:gridSpan w:val="4"/>
            <w:shd w:val="solid" w:color="FFFF00" w:fill="FF0000"/>
            <w:vAlign w:val="center"/>
          </w:tcPr>
          <w:p w:rsidR="00815504" w:rsidRPr="00AF6698" w:rsidRDefault="00815504" w:rsidP="00DD1811">
            <w:pPr>
              <w:jc w:val="center"/>
            </w:pPr>
            <w:r w:rsidRPr="00BE012C">
              <w:t>Learning Activities</w:t>
            </w:r>
          </w:p>
        </w:tc>
      </w:tr>
      <w:tr w:rsidR="00815504" w:rsidRPr="00FF4F9E" w:rsidTr="00DD1811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815504" w:rsidRDefault="00DD1811" w:rsidP="00815504">
            <w:pPr>
              <w:pStyle w:val="ListParagraph"/>
              <w:numPr>
                <w:ilvl w:val="0"/>
                <w:numId w:val="1"/>
              </w:numPr>
            </w:pPr>
            <w:r>
              <w:t xml:space="preserve">Read first 3 chapters of </w:t>
            </w:r>
            <w:r w:rsidRPr="00DD1811">
              <w:rPr>
                <w:i/>
              </w:rPr>
              <w:t xml:space="preserve">Don </w:t>
            </w:r>
            <w:proofErr w:type="spellStart"/>
            <w:r w:rsidRPr="00DD1811">
              <w:rPr>
                <w:i/>
              </w:rPr>
              <w:t>Quijote</w:t>
            </w:r>
            <w:proofErr w:type="spellEnd"/>
            <w:r>
              <w:t xml:space="preserve"> putting ideas into modern day expressions.  Students will make a cartoon depicting the story.</w:t>
            </w:r>
          </w:p>
          <w:p w:rsidR="00E60229" w:rsidRDefault="00E60229" w:rsidP="00815504">
            <w:pPr>
              <w:pStyle w:val="ListParagraph"/>
              <w:numPr>
                <w:ilvl w:val="0"/>
                <w:numId w:val="1"/>
              </w:numPr>
            </w:pPr>
            <w:r>
              <w:t xml:space="preserve">Watch </w:t>
            </w:r>
            <w:r>
              <w:rPr>
                <w:i/>
              </w:rPr>
              <w:t>Pan’s Labyrinth</w:t>
            </w:r>
            <w:r>
              <w:t xml:space="preserve"> and decide if Ofelia’s life is fantasy, reality, or both.  </w:t>
            </w:r>
            <w:r w:rsidR="00ED7B62">
              <w:t xml:space="preserve">Compare her life with that of Don </w:t>
            </w:r>
            <w:proofErr w:type="spellStart"/>
            <w:r w:rsidR="00ED7B62">
              <w:t>Quijote</w:t>
            </w:r>
            <w:proofErr w:type="spellEnd"/>
            <w:r w:rsidR="00ED7B62">
              <w:t>.  What differences and similarities can the students find?</w:t>
            </w:r>
          </w:p>
          <w:p w:rsidR="00DD1811" w:rsidRDefault="00DD1811" w:rsidP="00815504">
            <w:pPr>
              <w:pStyle w:val="ListParagraph"/>
              <w:numPr>
                <w:ilvl w:val="0"/>
                <w:numId w:val="1"/>
              </w:numPr>
            </w:pPr>
            <w:r>
              <w:t>Students will see several pieces of artwork that are considered modern</w:t>
            </w:r>
            <w:r w:rsidR="00E60229">
              <w:t xml:space="preserve"> and traditional.  They will make a Venn </w:t>
            </w:r>
            <w:proofErr w:type="gramStart"/>
            <w:r w:rsidR="00E60229">
              <w:t>Diagram</w:t>
            </w:r>
            <w:proofErr w:type="gramEnd"/>
            <w:r w:rsidR="00E60229">
              <w:t xml:space="preserve"> comparing two of the works and explain how modern and traditional art may vary.</w:t>
            </w:r>
          </w:p>
          <w:p w:rsidR="00E60229" w:rsidRDefault="00FF4F9E" w:rsidP="00815504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watch the video “Shock” by Ana </w:t>
            </w:r>
            <w:proofErr w:type="spellStart"/>
            <w:r>
              <w:t>Tijoux</w:t>
            </w:r>
            <w:proofErr w:type="spellEnd"/>
            <w:r>
              <w:t xml:space="preserve"> showing the Chilean student movement.  The </w:t>
            </w:r>
            <w:proofErr w:type="gramStart"/>
            <w:r>
              <w:t>class will then brainstorm</w:t>
            </w:r>
            <w:proofErr w:type="gramEnd"/>
            <w:r>
              <w:t xml:space="preserve"> and research other movements in American history that have led to change.</w:t>
            </w:r>
          </w:p>
          <w:p w:rsidR="00FF4F9E" w:rsidRPr="00FF4F9E" w:rsidRDefault="00FF4F9E" w:rsidP="00815504">
            <w:pPr>
              <w:pStyle w:val="ListParagraph"/>
              <w:numPr>
                <w:ilvl w:val="0"/>
                <w:numId w:val="1"/>
              </w:numPr>
              <w:rPr>
                <w:lang w:val="es-MX"/>
              </w:rPr>
            </w:pPr>
            <w:proofErr w:type="spellStart"/>
            <w:r w:rsidRPr="00FF4F9E">
              <w:rPr>
                <w:lang w:val="es-MX"/>
              </w:rPr>
              <w:t>Read</w:t>
            </w:r>
            <w:proofErr w:type="spellEnd"/>
            <w:r w:rsidRPr="00FF4F9E">
              <w:rPr>
                <w:lang w:val="es-MX"/>
              </w:rPr>
              <w:t xml:space="preserve"> “La Carta de Cortés”.</w:t>
            </w:r>
          </w:p>
          <w:p w:rsidR="00FF4F9E" w:rsidRDefault="00FF4F9E" w:rsidP="00815504">
            <w:pPr>
              <w:pStyle w:val="ListParagraph"/>
              <w:numPr>
                <w:ilvl w:val="0"/>
                <w:numId w:val="1"/>
              </w:numPr>
              <w:rPr>
                <w:lang w:val="es-MX"/>
              </w:rPr>
            </w:pPr>
            <w:proofErr w:type="spellStart"/>
            <w:r>
              <w:rPr>
                <w:lang w:val="es-MX"/>
              </w:rPr>
              <w:t>Read</w:t>
            </w:r>
            <w:proofErr w:type="spellEnd"/>
            <w:r>
              <w:rPr>
                <w:lang w:val="es-MX"/>
              </w:rPr>
              <w:t xml:space="preserve"> “Música tradicional hispana”. </w:t>
            </w:r>
          </w:p>
          <w:p w:rsidR="00FF4F9E" w:rsidRDefault="00FF4F9E" w:rsidP="00815504">
            <w:pPr>
              <w:pStyle w:val="ListParagraph"/>
              <w:numPr>
                <w:ilvl w:val="0"/>
                <w:numId w:val="1"/>
              </w:numPr>
            </w:pPr>
            <w:r w:rsidRPr="00FF4F9E">
              <w:t xml:space="preserve">Read an email from a teacher to parents explaining the importance of “Day of the Dead”. </w:t>
            </w:r>
            <w:r>
              <w:t xml:space="preserve"> How have traditional holidays changed in today’s modern world?</w:t>
            </w:r>
          </w:p>
          <w:p w:rsidR="00FF4F9E" w:rsidRDefault="00FF4F9E" w:rsidP="00815504">
            <w:pPr>
              <w:pStyle w:val="ListParagraph"/>
              <w:numPr>
                <w:ilvl w:val="0"/>
                <w:numId w:val="1"/>
              </w:numPr>
            </w:pPr>
            <w:r w:rsidRPr="00FF4F9E">
              <w:rPr>
                <w:lang w:val="es-MX"/>
              </w:rPr>
              <w:t xml:space="preserve">Listen </w:t>
            </w:r>
            <w:proofErr w:type="spellStart"/>
            <w:r w:rsidRPr="00FF4F9E">
              <w:rPr>
                <w:lang w:val="es-MX"/>
              </w:rPr>
              <w:t>to</w:t>
            </w:r>
            <w:proofErr w:type="spellEnd"/>
            <w:r w:rsidRPr="00FF4F9E">
              <w:rPr>
                <w:lang w:val="es-MX"/>
              </w:rPr>
              <w:t xml:space="preserve"> “En Durango comenzó”—a </w:t>
            </w:r>
            <w:proofErr w:type="spellStart"/>
            <w:r w:rsidRPr="00FF4F9E">
              <w:rPr>
                <w:lang w:val="es-MX"/>
              </w:rPr>
              <w:t>traditional</w:t>
            </w:r>
            <w:proofErr w:type="spellEnd"/>
            <w:r w:rsidRPr="00FF4F9E">
              <w:rPr>
                <w:lang w:val="es-MX"/>
              </w:rPr>
              <w:t xml:space="preserve"> </w:t>
            </w:r>
            <w:proofErr w:type="spellStart"/>
            <w:r w:rsidRPr="00FF4F9E">
              <w:rPr>
                <w:lang w:val="es-MX"/>
              </w:rPr>
              <w:t>Mexican</w:t>
            </w:r>
            <w:proofErr w:type="spellEnd"/>
            <w:r w:rsidRPr="00FF4F9E">
              <w:rPr>
                <w:lang w:val="es-MX"/>
              </w:rPr>
              <w:t xml:space="preserve"> </w:t>
            </w:r>
            <w:proofErr w:type="spellStart"/>
            <w:r w:rsidRPr="00FF4F9E">
              <w:rPr>
                <w:lang w:val="es-MX"/>
              </w:rPr>
              <w:t>corridor</w:t>
            </w:r>
            <w:proofErr w:type="spellEnd"/>
            <w:r w:rsidRPr="00FF4F9E">
              <w:rPr>
                <w:lang w:val="es-MX"/>
              </w:rPr>
              <w:t xml:space="preserve"> </w:t>
            </w:r>
            <w:proofErr w:type="spellStart"/>
            <w:r w:rsidRPr="00FF4F9E">
              <w:rPr>
                <w:lang w:val="es-MX"/>
              </w:rPr>
              <w:t>that</w:t>
            </w:r>
            <w:proofErr w:type="spellEnd"/>
            <w:r w:rsidRPr="00FF4F9E">
              <w:rPr>
                <w:lang w:val="es-MX"/>
              </w:rPr>
              <w:t xml:space="preserve"> </w:t>
            </w:r>
            <w:proofErr w:type="spellStart"/>
            <w:r w:rsidRPr="00FF4F9E">
              <w:rPr>
                <w:lang w:val="es-MX"/>
              </w:rPr>
              <w:t>mentions</w:t>
            </w:r>
            <w:proofErr w:type="spellEnd"/>
            <w:r w:rsidRPr="00FF4F9E">
              <w:rPr>
                <w:lang w:val="es-MX"/>
              </w:rPr>
              <w:t xml:space="preserve"> Pancho Villa. </w:t>
            </w:r>
            <w:r>
              <w:rPr>
                <w:lang w:val="es-MX"/>
              </w:rPr>
              <w:t xml:space="preserve"> </w:t>
            </w:r>
            <w:r w:rsidRPr="00FF4F9E">
              <w:t>Students will define what “</w:t>
            </w:r>
            <w:proofErr w:type="spellStart"/>
            <w:r w:rsidRPr="00FF4F9E">
              <w:t>corrido</w:t>
            </w:r>
            <w:proofErr w:type="spellEnd"/>
            <w:r w:rsidRPr="00FF4F9E">
              <w:t>” means.  Then, we will listen to a “</w:t>
            </w:r>
            <w:proofErr w:type="spellStart"/>
            <w:r w:rsidRPr="00FF4F9E">
              <w:t>narcocorrido</w:t>
            </w:r>
            <w:proofErr w:type="spellEnd"/>
            <w:r w:rsidRPr="00FF4F9E">
              <w:t xml:space="preserve">”, a new genre of this traditional song and compare the definitions. </w:t>
            </w:r>
            <w:r>
              <w:t xml:space="preserve"> How has this music cha</w:t>
            </w:r>
            <w:r w:rsidR="00ED7B62">
              <w:t xml:space="preserve">nged?  Should it be censured?  What implications does it have on Mexico-US relations?  Is it the </w:t>
            </w:r>
            <w:proofErr w:type="spellStart"/>
            <w:proofErr w:type="gramStart"/>
            <w:r w:rsidR="00ED7B62">
              <w:t>latino</w:t>
            </w:r>
            <w:proofErr w:type="spellEnd"/>
            <w:proofErr w:type="gramEnd"/>
            <w:r w:rsidR="00ED7B62">
              <w:t xml:space="preserve"> gangsta rap?</w:t>
            </w:r>
          </w:p>
          <w:p w:rsidR="00ED7B62" w:rsidRPr="00FF4F9E" w:rsidRDefault="00ED7B62" w:rsidP="00815504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describe their childhood vs. actions that happened last week.  How do you compare these two pasts?  </w:t>
            </w:r>
            <w:bookmarkStart w:id="0" w:name="_GoBack"/>
            <w:bookmarkEnd w:id="0"/>
          </w:p>
          <w:p w:rsidR="00815504" w:rsidRPr="00FF4F9E" w:rsidRDefault="00815504" w:rsidP="00DD1811">
            <w:pPr>
              <w:rPr>
                <w:rFonts w:cs="Verdana"/>
                <w:szCs w:val="22"/>
                <w:lang w:bidi="en-US"/>
              </w:rPr>
            </w:pPr>
          </w:p>
          <w:p w:rsidR="00815504" w:rsidRPr="00FF4F9E" w:rsidRDefault="00815504" w:rsidP="00DD1811">
            <w:pPr>
              <w:jc w:val="center"/>
            </w:pPr>
          </w:p>
        </w:tc>
      </w:tr>
      <w:tr w:rsidR="00815504" w:rsidRPr="00FF4F9E" w:rsidTr="00DD1811">
        <w:trPr>
          <w:trHeight w:val="432"/>
        </w:trPr>
        <w:tc>
          <w:tcPr>
            <w:tcW w:w="8856" w:type="dxa"/>
            <w:gridSpan w:val="4"/>
            <w:shd w:val="solid" w:color="FFFF00" w:fill="auto"/>
            <w:vAlign w:val="center"/>
          </w:tcPr>
          <w:p w:rsidR="00815504" w:rsidRPr="00FF4F9E" w:rsidRDefault="00815504" w:rsidP="00DD1811">
            <w:pPr>
              <w:jc w:val="center"/>
            </w:pPr>
            <w:r w:rsidRPr="00FF4F9E">
              <w:t>Resources</w:t>
            </w:r>
          </w:p>
        </w:tc>
      </w:tr>
      <w:tr w:rsidR="00815504" w:rsidRPr="000B0A36" w:rsidTr="00DD1811">
        <w:trPr>
          <w:trHeight w:val="432"/>
        </w:trPr>
        <w:tc>
          <w:tcPr>
            <w:tcW w:w="8856" w:type="dxa"/>
            <w:gridSpan w:val="4"/>
            <w:shd w:val="clear" w:color="auto" w:fill="auto"/>
            <w:vAlign w:val="center"/>
          </w:tcPr>
          <w:p w:rsidR="00815504" w:rsidRPr="00FF4F9E" w:rsidRDefault="00815504" w:rsidP="00DD1811">
            <w:proofErr w:type="spellStart"/>
            <w:r w:rsidRPr="00FF4F9E">
              <w:t>Cuaderno</w:t>
            </w:r>
            <w:proofErr w:type="spellEnd"/>
            <w:r w:rsidRPr="00FF4F9E">
              <w:t xml:space="preserve"> </w:t>
            </w:r>
            <w:proofErr w:type="spellStart"/>
            <w:r w:rsidRPr="00FF4F9E">
              <w:t>para</w:t>
            </w:r>
            <w:proofErr w:type="spellEnd"/>
            <w:r w:rsidRPr="00FF4F9E">
              <w:t xml:space="preserve"> </w:t>
            </w:r>
            <w:proofErr w:type="spellStart"/>
            <w:r w:rsidRPr="00FF4F9E">
              <w:t>hispanohablantes-</w:t>
            </w:r>
            <w:r w:rsidRPr="00FF4F9E">
              <w:rPr>
                <w:i/>
              </w:rPr>
              <w:t>Avancemos</w:t>
            </w:r>
            <w:proofErr w:type="spellEnd"/>
            <w:r w:rsidRPr="00FF4F9E">
              <w:rPr>
                <w:i/>
              </w:rPr>
              <w:t xml:space="preserve"> 3</w:t>
            </w:r>
          </w:p>
          <w:p w:rsidR="00815504" w:rsidRPr="00F3300D" w:rsidRDefault="00815504" w:rsidP="00DD1811">
            <w:pPr>
              <w:rPr>
                <w:i/>
                <w:lang w:val="es-MX"/>
              </w:rPr>
            </w:pPr>
            <w:r w:rsidRPr="00FF4F9E">
              <w:rPr>
                <w:i/>
              </w:rPr>
              <w:t>Contemporary Latin A</w:t>
            </w:r>
            <w:proofErr w:type="spellStart"/>
            <w:r w:rsidRPr="004C7243">
              <w:rPr>
                <w:i/>
                <w:lang w:val="es-MX"/>
              </w:rPr>
              <w:t>merican</w:t>
            </w:r>
            <w:proofErr w:type="spellEnd"/>
            <w:r w:rsidRPr="004C7243">
              <w:rPr>
                <w:i/>
                <w:lang w:val="es-MX"/>
              </w:rPr>
              <w:t xml:space="preserve"> </w:t>
            </w:r>
            <w:proofErr w:type="spellStart"/>
            <w:r w:rsidRPr="004C7243">
              <w:rPr>
                <w:i/>
                <w:lang w:val="es-MX"/>
              </w:rPr>
              <w:t>Literatu</w:t>
            </w:r>
            <w:r w:rsidRPr="00F3300D">
              <w:rPr>
                <w:i/>
                <w:lang w:val="es-MX"/>
              </w:rPr>
              <w:t>re</w:t>
            </w:r>
            <w:proofErr w:type="spellEnd"/>
          </w:p>
          <w:p w:rsidR="00815504" w:rsidRDefault="00815504" w:rsidP="00DD1811">
            <w:pPr>
              <w:rPr>
                <w:lang w:val="es-MX"/>
              </w:rPr>
            </w:pPr>
            <w:r w:rsidRPr="00F3300D">
              <w:rPr>
                <w:i/>
                <w:lang w:val="es-MX"/>
              </w:rPr>
              <w:t>Convocaci</w:t>
            </w:r>
            <w:r w:rsidRPr="004C7243">
              <w:rPr>
                <w:i/>
                <w:lang w:val="es-MX"/>
              </w:rPr>
              <w:t>ón de palabras</w:t>
            </w:r>
            <w:r w:rsidRPr="004C7243">
              <w:rPr>
                <w:lang w:val="es-MX"/>
              </w:rPr>
              <w:t>—lectur</w:t>
            </w:r>
            <w:r>
              <w:rPr>
                <w:lang w:val="es-MX"/>
              </w:rPr>
              <w:t>a y redacción</w:t>
            </w:r>
          </w:p>
          <w:p w:rsidR="00815504" w:rsidRPr="004B5383" w:rsidRDefault="00815504" w:rsidP="00DD1811">
            <w:pPr>
              <w:rPr>
                <w:i/>
                <w:lang w:val="es-MX"/>
              </w:rPr>
            </w:pPr>
            <w:r w:rsidRPr="004B5383">
              <w:rPr>
                <w:i/>
                <w:lang w:val="es-MX"/>
              </w:rPr>
              <w:t>Descubre-lengua y cultura del mundo hispánico</w:t>
            </w:r>
          </w:p>
          <w:p w:rsidR="00815504" w:rsidRDefault="00815504" w:rsidP="00DD1811">
            <w:pPr>
              <w:rPr>
                <w:lang w:val="es-MX"/>
              </w:rPr>
            </w:pPr>
            <w:r w:rsidRPr="004B5383">
              <w:rPr>
                <w:i/>
                <w:lang w:val="es-MX"/>
              </w:rPr>
              <w:t>El español para nosotros</w:t>
            </w:r>
            <w:r>
              <w:rPr>
                <w:lang w:val="es-MX"/>
              </w:rPr>
              <w:t>-nivel 2 libro y cuaderno</w:t>
            </w:r>
          </w:p>
          <w:p w:rsidR="00815504" w:rsidRPr="004C7243" w:rsidRDefault="00FF4F9E" w:rsidP="00DD1811">
            <w:hyperlink r:id="rId6" w:history="1">
              <w:r w:rsidR="00815504" w:rsidRPr="004C7243">
                <w:rPr>
                  <w:rStyle w:val="Hyperlink"/>
                </w:rPr>
                <w:t>www.zambombazo.com</w:t>
              </w:r>
            </w:hyperlink>
          </w:p>
          <w:p w:rsidR="00815504" w:rsidRPr="00DD1811" w:rsidRDefault="00DD1811" w:rsidP="00DD1811">
            <w:pPr>
              <w:rPr>
                <w:i/>
              </w:rPr>
            </w:pPr>
            <w:r>
              <w:t xml:space="preserve">Movie, </w:t>
            </w:r>
            <w:r w:rsidRPr="00DD1811">
              <w:rPr>
                <w:i/>
              </w:rPr>
              <w:t>Pan’s Labyrinth</w:t>
            </w:r>
          </w:p>
          <w:p w:rsidR="00815504" w:rsidRPr="000B0A36" w:rsidRDefault="00815504" w:rsidP="00DD1811">
            <w:r w:rsidRPr="000B0A36">
              <w:lastRenderedPageBreak/>
              <w:t xml:space="preserve">Various internet sites </w:t>
            </w:r>
            <w:r w:rsidR="00DD1811">
              <w:t>about</w:t>
            </w:r>
            <w:r w:rsidR="00ED7B62">
              <w:t xml:space="preserve"> </w:t>
            </w:r>
            <w:proofErr w:type="spellStart"/>
            <w:r w:rsidR="00ED7B62">
              <w:t>narcocorridos</w:t>
            </w:r>
            <w:proofErr w:type="spellEnd"/>
            <w:r w:rsidR="00ED7B62">
              <w:t xml:space="preserve">, including time magazine and </w:t>
            </w:r>
            <w:proofErr w:type="spellStart"/>
            <w:r w:rsidR="00ED7B62">
              <w:t>npr</w:t>
            </w:r>
            <w:proofErr w:type="spellEnd"/>
            <w:r w:rsidR="00DD1811">
              <w:t>.</w:t>
            </w:r>
          </w:p>
          <w:p w:rsidR="00815504" w:rsidRPr="000B0A36" w:rsidRDefault="00815504" w:rsidP="00DD1811"/>
          <w:p w:rsidR="00815504" w:rsidRPr="000B0A36" w:rsidRDefault="00815504" w:rsidP="00DD1811"/>
        </w:tc>
      </w:tr>
    </w:tbl>
    <w:p w:rsidR="00CB6FE7" w:rsidRDefault="00CB6FE7"/>
    <w:sectPr w:rsidR="00CB6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507E0"/>
    <w:multiLevelType w:val="hybridMultilevel"/>
    <w:tmpl w:val="A6AE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504"/>
    <w:rsid w:val="001E6C3F"/>
    <w:rsid w:val="00815504"/>
    <w:rsid w:val="00CB6FE7"/>
    <w:rsid w:val="00DD1811"/>
    <w:rsid w:val="00E60229"/>
    <w:rsid w:val="00ED7B62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504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504"/>
    <w:pPr>
      <w:spacing w:after="0" w:line="240" w:lineRule="auto"/>
    </w:pPr>
    <w:rPr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55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5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504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504"/>
    <w:pPr>
      <w:spacing w:after="0" w:line="240" w:lineRule="auto"/>
    </w:pPr>
    <w:rPr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55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5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mbombaz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74AD3E4</Template>
  <TotalTime>39</TotalTime>
  <Pages>3</Pages>
  <Words>549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Mundelein High School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Abel</dc:creator>
  <cp:lastModifiedBy>Rachel Abel</cp:lastModifiedBy>
  <cp:revision>3</cp:revision>
  <dcterms:created xsi:type="dcterms:W3CDTF">2011-10-13T18:53:00Z</dcterms:created>
  <dcterms:modified xsi:type="dcterms:W3CDTF">2011-10-26T17:15:00Z</dcterms:modified>
</cp:coreProperties>
</file>